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12B9" w:rsidR="002B5607" w:rsidP="00FF1D8B" w:rsidRDefault="002B5607" w14:paraId="24988ACF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0B11E877" w14:textId="77777777">
      <w:pPr>
        <w:jc w:val="center"/>
        <w:rPr>
          <w:rFonts w:ascii="DB Office" w:hAnsi="DB Office"/>
        </w:rPr>
      </w:pPr>
      <w:r w:rsidRPr="002312B9">
        <w:rPr>
          <w:rFonts w:ascii="DB Office" w:hAnsi="DB Office"/>
          <w:b/>
          <w:sz w:val="24"/>
        </w:rPr>
        <w:t>Bürgschaftsurkunde</w:t>
      </w:r>
      <w:r w:rsidRPr="002312B9">
        <w:rPr>
          <w:rFonts w:ascii="DB Office" w:hAnsi="DB Office"/>
        </w:rPr>
        <w:br/>
        <w:t>(Vertragerfüllungsbürgschaft)</w:t>
      </w:r>
      <w:r w:rsidR="00A6590C">
        <w:rPr>
          <w:rFonts w:ascii="DB Office" w:hAnsi="DB Office"/>
        </w:rPr>
        <w:br/>
        <w:t>- für Bauleistungen / für Architekten- und Ingenieurleistungen –</w:t>
      </w:r>
    </w:p>
    <w:p w:rsidRPr="002312B9" w:rsidR="002B5607" w:rsidP="002B5607" w:rsidRDefault="002B5607" w14:paraId="490FD8B9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7FFA1396" w14:textId="77777777">
      <w:pPr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Auftragnehmer</w:t>
      </w:r>
    </w:p>
    <w:p w:rsidR="006B1AE6" w:rsidP="006B1AE6" w:rsidRDefault="002B5607" w14:paraId="37CE4E4A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Sitz:</w:t>
      </w:r>
    </w:p>
    <w:p w:rsidR="006B1AE6" w:rsidP="003B218B" w:rsidRDefault="006B1AE6" w14:paraId="009E3CD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7E5D02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0"/>
    </w:p>
    <w:p w:rsidRPr="006B1AE6" w:rsidR="002B5607" w:rsidP="003B218B" w:rsidRDefault="008E1EEE" w14:paraId="519089F3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name="Text12" w:id="1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31090F90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3A6D5EA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hat mit dem unten genannten </w:t>
      </w:r>
      <w:r w:rsidRPr="002312B9" w:rsidR="0030145F">
        <w:rPr>
          <w:rFonts w:ascii="DB Office" w:hAnsi="DB Office"/>
          <w:sz w:val="19"/>
        </w:rPr>
        <w:t>Auftraggeber einen Vertrag über</w:t>
      </w:r>
    </w:p>
    <w:p w:rsidRPr="002312B9" w:rsidR="002B5607" w:rsidP="002B5607" w:rsidRDefault="002B5607" w14:paraId="72693A3C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9EC13E5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Bezeichnung der Leistung:</w:t>
      </w:r>
    </w:p>
    <w:p w:rsidRPr="002312B9" w:rsidR="002B5607" w:rsidP="003B218B" w:rsidRDefault="00443E04" w14:paraId="00C41B07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Strecke 5700 - Umbau BÜSA Rosenheim - Mühldorf, km 24,420</w:t>
      </w:r>
      <w:r w:rsidRPr="00737989">
        <w:rPr>
          <w:rFonts w:ascii="DB Office" w:hAnsi="DB Office"/>
          <w:sz w:val="16"/>
        </w:rPr>
        <w:fldChar w:fldCharType="end"/>
      </w:r>
      <w:bookmarkEnd w:id="2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7E4D7F0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7E104008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abgeschlossen.</w:t>
      </w:r>
    </w:p>
    <w:p w:rsidRPr="002312B9" w:rsidR="002B5607" w:rsidP="002B5607" w:rsidRDefault="002B5607" w14:paraId="507579B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3B218B" w:rsidRDefault="002B5607" w14:paraId="45CABF8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Auftraggeber Name und Sitz:</w:t>
      </w:r>
      <w:r w:rsidRPr="002312B9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3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3"/>
      <w:r w:rsidRPr="003A67AB" w:rsidR="00443E04">
        <w:rPr>
          <w:rFonts w:ascii="DB Office" w:hAnsi="DB Office"/>
          <w:sz w:val="16"/>
        </w:rPr>
        <w:br/>
      </w:r>
      <w:r w:rsidR="00233C58"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4"/>
      <w:r w:rsidR="00233C58">
        <w:rPr>
          <w:rFonts w:ascii="DB Office" w:hAnsi="DB Office"/>
          <w:sz w:val="16"/>
        </w:rPr>
        <w:instrText xml:space="preserve"> FORMTEXT </w:instrText>
      </w:r>
      <w:r w:rsidR="00233C58">
        <w:rPr>
          <w:rFonts w:ascii="DB Office" w:hAnsi="DB Office"/>
          <w:sz w:val="16"/>
        </w:rPr>
      </w:r>
      <w:r w:rsidR="00233C58">
        <w:rPr>
          <w:rFonts w:ascii="DB Office" w:hAnsi="DB Office"/>
          <w:sz w:val="16"/>
        </w:rPr>
        <w:fldChar w:fldCharType="separate"/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sz w:val="16"/>
        </w:rPr>
        <w:fldChar w:fldCharType="end"/>
      </w:r>
      <w:bookmarkEnd w:id="4"/>
      <w:r w:rsidRPr="003A67AB" w:rsidR="00443E04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5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5"/>
      <w:r w:rsidR="00443E04">
        <w:rPr>
          <w:rFonts w:ascii="DB Office" w:hAnsi="DB Office"/>
          <w:sz w:val="16"/>
        </w:rPr>
        <w:t xml:space="preserve"> </w:t>
      </w:r>
      <w:r w:rsidR="00B44459"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6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6"/>
      <w:r w:rsidRPr="002312B9">
        <w:rPr>
          <w:rFonts w:ascii="DB Office" w:hAnsi="DB Office"/>
          <w:sz w:val="16"/>
        </w:rPr>
        <w:br/>
      </w:r>
    </w:p>
    <w:p w:rsidRPr="002312B9" w:rsidR="002B5607" w:rsidP="003B218B" w:rsidRDefault="002B5607" w14:paraId="0E22E01C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Nr. und Tag des Auftrags:</w:t>
      </w:r>
      <w:r w:rsidR="006B1AE6">
        <w:rPr>
          <w:rFonts w:ascii="DB Office" w:hAnsi="DB Office"/>
          <w:sz w:val="16"/>
        </w:rPr>
        <w:t xml:space="preserve"> </w:t>
      </w:r>
      <w:r w:rsidR="006B1AE6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7"/>
      <w:r w:rsidR="006B1AE6">
        <w:rPr>
          <w:rFonts w:ascii="DB Office" w:hAnsi="DB Office"/>
          <w:sz w:val="16"/>
        </w:rPr>
        <w:instrText xml:space="preserve"> FORMTEXT </w:instrText>
      </w:r>
      <w:r w:rsidRPr="006B1AE6" w:rsidR="007E5D02">
        <w:rPr>
          <w:rFonts w:ascii="DB Office" w:hAnsi="DB Office"/>
          <w:sz w:val="16"/>
        </w:rPr>
      </w:r>
      <w:r w:rsidR="006B1AE6">
        <w:rPr>
          <w:rFonts w:ascii="DB Office" w:hAnsi="DB Office"/>
          <w:sz w:val="16"/>
        </w:rPr>
        <w:fldChar w:fldCharType="separate"/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sz w:val="16"/>
        </w:rPr>
        <w:fldChar w:fldCharType="end"/>
      </w:r>
      <w:bookmarkEnd w:id="7"/>
      <w:r w:rsidRPr="002312B9">
        <w:rPr>
          <w:rFonts w:ascii="DB Office" w:hAnsi="DB Office"/>
          <w:sz w:val="16"/>
        </w:rPr>
        <w:br/>
      </w:r>
    </w:p>
    <w:p w:rsidRPr="002312B9" w:rsidR="002B5607" w:rsidP="002B5607" w:rsidRDefault="002B5607" w14:paraId="6AFC56E1" w14:textId="77777777">
      <w:pPr>
        <w:keepLines/>
        <w:jc w:val="both"/>
        <w:rPr>
          <w:rFonts w:ascii="DB Office" w:hAnsi="DB Office"/>
          <w:sz w:val="10"/>
        </w:rPr>
      </w:pPr>
    </w:p>
    <w:p w:rsidRPr="002312B9" w:rsidR="002B5607" w:rsidP="00A16B20" w:rsidRDefault="002B5607" w14:paraId="6D9DE53B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>Vertragabwickelnde Stelle mit Sitz:</w:t>
      </w:r>
      <w:r w:rsidRPr="002312B9">
        <w:rPr>
          <w:rFonts w:ascii="DB Office" w:hAnsi="DB Office"/>
          <w:sz w:val="16"/>
        </w:rPr>
        <w:br/>
      </w:r>
      <w:r w:rsidR="00443E04"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8"/>
      <w:r w:rsidR="00443E04">
        <w:rPr>
          <w:rFonts w:ascii="DB Office" w:hAnsi="DB Office"/>
          <w:sz w:val="16"/>
        </w:rPr>
        <w:instrText xml:space="preserve"> FORMTEXT </w:instrText>
      </w:r>
      <w:r w:rsidR="00443E04">
        <w:rPr>
          <w:rFonts w:ascii="DB Office" w:hAnsi="DB Office"/>
          <w:sz w:val="16"/>
        </w:rPr>
      </w:r>
      <w:r w:rsidR="00443E04">
        <w:rPr>
          <w:rFonts w:ascii="DB Office" w:hAnsi="DB Office"/>
          <w:sz w:val="16"/>
        </w:rPr>
        <w:fldChar w:fldCharType="separate"/>
      </w:r>
      <w:r w:rsidR="00443E04">
        <w:rPr>
          <w:rFonts w:ascii="DB Office" w:hAnsi="DB Office"/>
          <w:noProof/>
          <w:sz w:val="16"/>
        </w:rPr>
        <w:t>Daniel Rund</w:t>
      </w:r>
      <w:r w:rsidR="00443E04">
        <w:rPr>
          <w:rFonts w:ascii="DB Office" w:hAnsi="DB Office"/>
          <w:sz w:val="16"/>
        </w:rPr>
        <w:fldChar w:fldCharType="end"/>
      </w:r>
      <w:bookmarkEnd w:id="8"/>
      <w:r w:rsidRPr="003A67AB" w:rsidR="00443E04">
        <w:rPr>
          <w:rFonts w:ascii="DB Office" w:hAnsi="DB Office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9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Friedrich-Ebert-Str. 7</w:t>
      </w:r>
      <w:r w:rsidRPr="00A16B20" w:rsidR="00443E04">
        <w:rPr>
          <w:rFonts w:ascii="DB Office" w:hAnsi="DB Office"/>
          <w:sz w:val="16"/>
        </w:rPr>
        <w:fldChar w:fldCharType="end"/>
      </w:r>
      <w:bookmarkEnd w:id="9"/>
      <w:r w:rsidRPr="00A16B20" w:rsidR="00443E04">
        <w:rPr>
          <w:rFonts w:ascii="DB Office" w:hAnsi="DB Office"/>
          <w:sz w:val="16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0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84453</w:t>
      </w:r>
      <w:r w:rsidRPr="00A16B20" w:rsidR="00443E04">
        <w:rPr>
          <w:rFonts w:ascii="DB Office" w:hAnsi="DB Office"/>
          <w:sz w:val="16"/>
        </w:rPr>
        <w:fldChar w:fldCharType="end"/>
      </w:r>
      <w:bookmarkEnd w:id="10"/>
      <w:r w:rsidRPr="00A16B20" w:rsidR="00443E04">
        <w:rPr>
          <w:rFonts w:ascii="DB Office" w:hAnsi="DB Office"/>
          <w:sz w:val="16"/>
        </w:rPr>
        <w:t xml:space="preserve"> </w:t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1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Mühldorf am Inn</w:t>
      </w:r>
      <w:r w:rsidRPr="00A16B20" w:rsidR="00443E04">
        <w:rPr>
          <w:rFonts w:ascii="DB Office" w:hAnsi="DB Office"/>
          <w:sz w:val="16"/>
        </w:rPr>
        <w:fldChar w:fldCharType="end"/>
      </w:r>
      <w:bookmarkEnd w:id="11"/>
      <w:r w:rsidRPr="002312B9">
        <w:rPr>
          <w:rFonts w:ascii="DB Office" w:hAnsi="DB Office"/>
          <w:sz w:val="20"/>
        </w:rPr>
        <w:br/>
      </w:r>
    </w:p>
    <w:p w:rsidRPr="002312B9" w:rsidR="002B5607" w:rsidP="002B5607" w:rsidRDefault="002B5607" w14:paraId="5D6FED10" w14:textId="77777777">
      <w:pPr>
        <w:jc w:val="both"/>
        <w:rPr>
          <w:rFonts w:ascii="DB Office" w:hAnsi="DB Office"/>
          <w:sz w:val="10"/>
        </w:rPr>
      </w:pPr>
    </w:p>
    <w:p w:rsidRPr="0000799A" w:rsidR="0000799A" w:rsidP="0000799A" w:rsidRDefault="0000799A" w14:paraId="29E6568E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Nach den Bedingungen dieses Vertrages hat der Auftragnehmer Sicherheit für die vertragsgemäße Ausführung</w:t>
      </w:r>
    </w:p>
    <w:p w:rsidRPr="002312B9" w:rsidR="002B5607" w:rsidP="0000799A" w:rsidRDefault="0000799A" w14:paraId="049353F7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der Leistung zu leisten. Er leistet die Sicherheit in Form dieser Bürgschaft.</w:t>
      </w:r>
    </w:p>
    <w:p w:rsidRPr="002312B9" w:rsidR="002B5607" w:rsidP="002B5607" w:rsidRDefault="002B5607" w14:paraId="2308DE0F" w14:textId="77777777">
      <w:pPr>
        <w:jc w:val="both"/>
        <w:rPr>
          <w:rFonts w:ascii="DB Office" w:hAnsi="DB Office"/>
          <w:b/>
          <w:sz w:val="20"/>
        </w:rPr>
      </w:pPr>
    </w:p>
    <w:p w:rsidRPr="002312B9" w:rsidR="002B5607" w:rsidP="002B5607" w:rsidRDefault="002B5607" w14:paraId="263BA930" w14:textId="77777777">
      <w:pPr>
        <w:spacing w:line="300" w:lineRule="exact"/>
        <w:jc w:val="both"/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Bürge</w:t>
      </w:r>
      <w:r w:rsidRPr="002312B9">
        <w:rPr>
          <w:rFonts w:ascii="DB Office" w:hAnsi="DB Office"/>
        </w:rPr>
        <w:t xml:space="preserve"> </w:t>
      </w:r>
    </w:p>
    <w:p w:rsidRPr="002312B9" w:rsidR="002B5607" w:rsidP="002B5607" w:rsidRDefault="002B5607" w14:paraId="59D651B4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Anschrift:</w:t>
      </w:r>
    </w:p>
    <w:p w:rsidRPr="00A51701" w:rsidR="002B5607" w:rsidP="003B218B" w:rsidRDefault="006B1AE6" w14:paraId="0E095A3C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2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7E5D02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2"/>
      <w:r w:rsidRPr="00A51701" w:rsidR="002B5607">
        <w:rPr>
          <w:rFonts w:ascii="DB Office" w:hAnsi="DB Office"/>
          <w:sz w:val="16"/>
        </w:rPr>
        <w:br/>
      </w:r>
    </w:p>
    <w:p w:rsidRPr="00A51701" w:rsidR="002B5607" w:rsidP="003B218B" w:rsidRDefault="008E1EEE" w14:paraId="17D75C3B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3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3"/>
      <w:r w:rsidRPr="00A51701" w:rsidR="002B5607">
        <w:rPr>
          <w:rFonts w:ascii="DB Office" w:hAnsi="DB Office"/>
          <w:sz w:val="16"/>
        </w:rPr>
        <w:br/>
      </w:r>
    </w:p>
    <w:p w:rsidRPr="002312B9" w:rsidR="002B5607" w:rsidP="002B5607" w:rsidRDefault="002B5607" w14:paraId="3BFA1242" w14:textId="77777777">
      <w:pPr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039B4B1E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2312B9" w:rsidR="0030145F">
        <w:rPr>
          <w:rFonts w:ascii="DB Office" w:hAnsi="DB Office"/>
          <w:sz w:val="19"/>
        </w:rPr>
        <w:t>rag bis zu einer Gesamthöhe von</w:t>
      </w:r>
    </w:p>
    <w:p w:rsidRPr="002312B9" w:rsidR="002B5607" w:rsidP="002B5607" w:rsidRDefault="002B5607" w14:paraId="779D68E7" w14:textId="77777777">
      <w:pPr>
        <w:spacing w:line="120" w:lineRule="exact"/>
        <w:rPr>
          <w:rFonts w:ascii="DB Office" w:hAnsi="DB Office"/>
          <w:sz w:val="19"/>
        </w:rPr>
      </w:pPr>
    </w:p>
    <w:p w:rsidRPr="00A51701" w:rsidR="002B5607" w:rsidP="002B5607" w:rsidRDefault="00443E04" w14:paraId="6CCE7029" w14:textId="77777777">
      <w:pP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name="Text18" w:id="14"/>
      <w:r w:rsidRPr="00A51701" w:rsidR="008E1EEE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 w:rsidR="008E1EEE">
        <w:rPr>
          <w:rFonts w:ascii="DB Office" w:hAnsi="DB Office"/>
          <w:sz w:val="16"/>
        </w:rPr>
        <w:fldChar w:fldCharType="separate"/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sz w:val="16"/>
        </w:rPr>
        <w:fldChar w:fldCharType="end"/>
      </w:r>
      <w:bookmarkEnd w:id="14"/>
    </w:p>
    <w:p w:rsidRPr="002312B9" w:rsidR="002B5607" w:rsidP="002B5607" w:rsidRDefault="002B5607" w14:paraId="46B1B3AE" w14:textId="77777777">
      <w:pPr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.........................</w:t>
      </w:r>
      <w:r w:rsidRPr="002312B9" w:rsidR="005E2808">
        <w:rPr>
          <w:rFonts w:ascii="DB Office" w:hAnsi="DB Office"/>
          <w:sz w:val="19"/>
        </w:rPr>
        <w:t>................... EUR, (i.</w:t>
      </w:r>
      <w:r w:rsidRPr="002312B9" w:rsidR="00D5028B">
        <w:rPr>
          <w:rFonts w:ascii="DB Office" w:hAnsi="DB Office"/>
          <w:sz w:val="19"/>
        </w:rPr>
        <w:t xml:space="preserve"> </w:t>
      </w:r>
      <w:r w:rsidRPr="002312B9" w:rsidR="005E2808">
        <w:rPr>
          <w:rFonts w:ascii="DB Office" w:hAnsi="DB Office"/>
          <w:sz w:val="19"/>
        </w:rPr>
        <w:t xml:space="preserve">W. </w:t>
      </w:r>
      <w:r w:rsidRPr="002312B9">
        <w:rPr>
          <w:rFonts w:ascii="DB Office" w:hAnsi="DB Office"/>
          <w:sz w:val="19"/>
        </w:rPr>
        <w:t>..............................................................................................................Euro)</w:t>
      </w:r>
    </w:p>
    <w:p w:rsidRPr="002312B9" w:rsidR="002B5607" w:rsidP="002B5607" w:rsidRDefault="002B5607" w14:paraId="2A46EB83" w14:textId="77777777">
      <w:pPr>
        <w:jc w:val="both"/>
        <w:rPr>
          <w:rFonts w:ascii="DB Office" w:hAnsi="DB Office"/>
          <w:sz w:val="10"/>
        </w:rPr>
      </w:pPr>
    </w:p>
    <w:p w:rsidR="002B5607" w:rsidP="002B5607" w:rsidRDefault="002B5607" w14:paraId="7DC5B722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</w:t>
      </w:r>
      <w:r w:rsidRPr="002312B9" w:rsidR="0030145F">
        <w:rPr>
          <w:rFonts w:ascii="DB Office" w:hAnsi="DB Office"/>
          <w:sz w:val="19"/>
        </w:rPr>
        <w:t>n den Auftraggeber zu zahlen.</w:t>
      </w:r>
    </w:p>
    <w:p w:rsidRPr="002312B9" w:rsidR="0000799A" w:rsidP="002B5607" w:rsidRDefault="0000799A" w14:paraId="250F9C8C" w14:textId="77777777">
      <w:pPr>
        <w:jc w:val="both"/>
        <w:rPr>
          <w:rFonts w:ascii="DB Office" w:hAnsi="DB Office"/>
          <w:sz w:val="19"/>
        </w:rPr>
      </w:pPr>
    </w:p>
    <w:p w:rsidR="002B5607" w:rsidP="002B5607" w:rsidRDefault="002B5607" w14:paraId="62F570D0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Auf die Einrede der </w:t>
      </w:r>
      <w:r w:rsidRPr="002312B9" w:rsidR="005F44C6">
        <w:rPr>
          <w:rFonts w:ascii="DB Office" w:hAnsi="DB Office"/>
          <w:sz w:val="19"/>
        </w:rPr>
        <w:t>Vorausklage gemäß § 771 BGB wird verzichtet.</w:t>
      </w:r>
    </w:p>
    <w:p w:rsidRPr="002312B9" w:rsidR="0000799A" w:rsidP="002B5607" w:rsidRDefault="0000799A" w14:paraId="7CF5C01D" w14:textId="77777777">
      <w:pPr>
        <w:jc w:val="both"/>
        <w:rPr>
          <w:rFonts w:ascii="DB Office" w:hAnsi="DB Office"/>
          <w:sz w:val="19"/>
        </w:rPr>
      </w:pPr>
    </w:p>
    <w:p w:rsidRPr="0000799A" w:rsidR="0000799A" w:rsidP="0000799A" w:rsidRDefault="002B5607" w14:paraId="7AD80F98" w14:textId="77777777">
      <w:pPr>
        <w:jc w:val="both"/>
        <w:outlineLvl w:val="0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Die Bürgschaft ist unbefristet; sie erlischt mit der Rückgabe dieser Bürgschaftsurkunde.</w:t>
      </w:r>
      <w:r w:rsidR="00A20CAF">
        <w:rPr>
          <w:rFonts w:ascii="DB Office" w:hAnsi="DB Office"/>
          <w:sz w:val="19"/>
        </w:rPr>
        <w:t xml:space="preserve"> </w:t>
      </w:r>
      <w:r w:rsidRPr="0000799A" w:rsidR="0000799A">
        <w:rPr>
          <w:rFonts w:ascii="DB Office" w:hAnsi="DB Office"/>
          <w:sz w:val="19"/>
        </w:rPr>
        <w:t>Die Bürgschaftsforderung</w:t>
      </w:r>
    </w:p>
    <w:p w:rsidRPr="002312B9" w:rsidR="005F44C6" w:rsidP="0000799A" w:rsidRDefault="0000799A" w14:paraId="4DDB2C2F" w14:textId="77777777">
      <w:pPr>
        <w:jc w:val="both"/>
        <w:outlineLvl w:val="0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verjährt nicht vor der gesicherten Hauptforderung. Nach Abschluss des Bürgschaftsvertrages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getroffene Vereinbarungen über die Verjährung der Hauptforderung zwischen dem Auftraggeber und dem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Auftragnehmer sind für den Bürgen nur im Falle seiner schriftlichen Zustimmung bindend.</w:t>
      </w:r>
    </w:p>
    <w:p w:rsidRPr="002312B9" w:rsidR="005F44C6" w:rsidP="002B5607" w:rsidRDefault="005F44C6" w14:paraId="6C3AEB8D" w14:textId="77777777">
      <w:pPr>
        <w:jc w:val="both"/>
        <w:outlineLvl w:val="0"/>
        <w:rPr>
          <w:rFonts w:ascii="DB Office" w:hAnsi="DB Office"/>
          <w:sz w:val="19"/>
        </w:rPr>
      </w:pPr>
    </w:p>
    <w:p w:rsidRPr="002312B9" w:rsidR="002B5607" w:rsidP="002B5607" w:rsidRDefault="002B5607" w14:paraId="2B6B7051" w14:textId="77777777">
      <w:pPr>
        <w:spacing w:line="40" w:lineRule="exact"/>
        <w:jc w:val="both"/>
        <w:rPr>
          <w:rFonts w:ascii="DB Office" w:hAnsi="DB Office"/>
          <w:sz w:val="19"/>
        </w:rPr>
      </w:pPr>
    </w:p>
    <w:p w:rsidRPr="00A20CAF" w:rsidR="002B5607" w:rsidP="002B5607" w:rsidRDefault="002B5607" w14:paraId="53C0A313" w14:textId="77777777">
      <w:pPr>
        <w:spacing w:line="160" w:lineRule="exact"/>
        <w:rPr>
          <w:rFonts w:ascii="DB Office" w:hAnsi="DB Office"/>
          <w:sz w:val="18"/>
          <w:szCs w:val="18"/>
        </w:rPr>
      </w:pPr>
      <w:r w:rsidRPr="002312B9">
        <w:rPr>
          <w:rFonts w:ascii="DB Office" w:hAnsi="DB Office"/>
          <w:sz w:val="18"/>
          <w:szCs w:val="18"/>
        </w:rPr>
        <w:t>Der Gerichtsstand richtet sich ausschließlich nach dem Ort, der bei der Firmierung des Auftraggebers angegeben ist.</w:t>
      </w:r>
    </w:p>
    <w:p w:rsidRPr="002312B9" w:rsidR="002B5607" w:rsidP="002B5607" w:rsidRDefault="002B5607" w14:paraId="203CECF7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2B5607" w:rsidRDefault="009E1053" w14:paraId="5C5B8A22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A16B20" w:rsidRDefault="008E1EEE" w14:paraId="3ECF225A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15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5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16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6"/>
    </w:p>
    <w:p w:rsidRPr="002312B9" w:rsidR="002B5607" w:rsidP="002B5607" w:rsidRDefault="002B5607" w14:paraId="2B65B508" w14:textId="77777777">
      <w:pPr>
        <w:spacing w:line="160" w:lineRule="exact"/>
        <w:rPr>
          <w:rFonts w:ascii="DB Office" w:hAnsi="DB Office"/>
          <w:sz w:val="20"/>
        </w:rPr>
      </w:pPr>
      <w:r w:rsidRPr="002312B9">
        <w:rPr>
          <w:rFonts w:ascii="DB Office" w:hAnsi="DB Office"/>
          <w:sz w:val="20"/>
        </w:rPr>
        <w:t>.................................................                   ..................................................................</w:t>
      </w:r>
    </w:p>
    <w:p w:rsidRPr="002312B9" w:rsidR="002B5607" w:rsidP="002B5607" w:rsidRDefault="002B5607" w14:paraId="77DEC1AE" w14:textId="77777777">
      <w:pPr>
        <w:spacing w:line="160" w:lineRule="exact"/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 xml:space="preserve">(Ort, </w:t>
      </w:r>
      <w:proofErr w:type="gramStart"/>
      <w:r w:rsidRPr="002312B9">
        <w:rPr>
          <w:rFonts w:ascii="DB Office" w:hAnsi="DB Office"/>
          <w:sz w:val="16"/>
        </w:rPr>
        <w:t>Datum)</w:t>
      </w:r>
      <w:r w:rsidRPr="002312B9">
        <w:rPr>
          <w:rFonts w:ascii="DB Office" w:hAnsi="DB Office"/>
        </w:rPr>
        <w:t xml:space="preserve">   </w:t>
      </w:r>
      <w:proofErr w:type="gramEnd"/>
      <w:r w:rsidRPr="002312B9">
        <w:rPr>
          <w:rFonts w:ascii="DB Office" w:hAnsi="DB Office"/>
        </w:rPr>
        <w:t xml:space="preserve">                            </w:t>
      </w:r>
      <w:r w:rsidRPr="002312B9">
        <w:rPr>
          <w:rFonts w:ascii="DB Office" w:hAnsi="DB Office"/>
          <w:sz w:val="16"/>
        </w:rPr>
        <w:t xml:space="preserve">                     (Unterschrift(en) des Bürgen)</w:t>
      </w:r>
    </w:p>
    <w:p w:rsidRPr="00A20CAF" w:rsidR="0090039F" w:rsidP="00A20CAF" w:rsidRDefault="002B5607" w14:paraId="37B91EE2" w14:textId="77777777">
      <w:pPr>
        <w:jc w:val="center"/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312B9">
        <w:rPr>
          <w:rFonts w:ascii="DB Office" w:hAnsi="DB Office"/>
          <w:sz w:val="16"/>
        </w:rPr>
        <w:sym w:font="Monotype Sorts" w:char="0071"/>
      </w:r>
    </w:p>
    <w:sectPr w:rsidRPr="00A20CAF" w:rsidR="0090039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815B" w14:textId="77777777" w:rsidR="006B6AE8" w:rsidRDefault="006B6AE8">
      <w:r>
        <w:separator/>
      </w:r>
    </w:p>
  </w:endnote>
  <w:endnote w:type="continuationSeparator" w:id="0">
    <w:p w14:paraId="6B5B4764" w14:textId="77777777" w:rsidR="006B6AE8" w:rsidRDefault="006B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0335478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2BE5C007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054E3C" w:rsidRDefault="00054E3C" w14:paraId="564D9573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6B1AE6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054E3C" w:rsidRDefault="00054E3C" w14:paraId="796B40E1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054E3C" w:rsidP="00D2413D" w:rsidRDefault="00054E3C" w14:paraId="22A4EB5B" w14:textId="77777777">
          <w:pPr>
            <w:pStyle w:val="FuzeileRechts"/>
            <w:ind w:right="57"/>
            <w:rPr>
              <w:sz w:val="16"/>
            </w:rPr>
          </w:pPr>
        </w:p>
      </w:tc>
    </w:tr>
  </w:tbl>
  <w:p w:rsidR="00054E3C" w:rsidRDefault="00054E3C" w14:paraId="28048856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644733B6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00D62" w:rsidR="00054E3C" w:rsidP="0083209E" w:rsidRDefault="004C744A" w14:paraId="0123ABAB" w14:textId="77777777">
          <w:pPr>
            <w:pStyle w:val="FuzeileRechts"/>
            <w:rPr>
              <w:rFonts w:ascii="DB Office" w:hAnsi="DB Office"/>
              <w:b/>
            </w:rPr>
          </w:pPr>
          <w:r w:rsidRPr="00800D62">
            <w:rPr>
              <w:rFonts w:ascii="DB Office" w:hAnsi="DB Office"/>
              <w:b/>
            </w:rPr>
            <w:t>20</w:t>
          </w:r>
          <w:r w:rsidR="0083209E">
            <w:rPr>
              <w:rFonts w:ascii="DB Office" w:hAnsi="DB Office"/>
              <w:b/>
            </w:rPr>
            <w:t>8</w:t>
          </w:r>
          <w:r w:rsidRPr="00800D62" w:rsidR="0090039F">
            <w:rPr>
              <w:rFonts w:ascii="DB Office" w:hAnsi="DB Office"/>
              <w:b/>
            </w:rPr>
            <w:t>.</w:t>
          </w:r>
          <w:r w:rsidR="0083209E">
            <w:rPr>
              <w:rFonts w:ascii="DB Office" w:hAnsi="DB Office"/>
              <w:b/>
            </w:rPr>
            <w:t>35</w:t>
          </w:r>
          <w:r w:rsidRPr="00800D62" w:rsidR="0090039F">
            <w:rPr>
              <w:rFonts w:ascii="DB Office" w:hAnsi="DB Office"/>
              <w:b/>
            </w:rPr>
            <w:t>0</w:t>
          </w:r>
          <w:r w:rsidRPr="00800D62">
            <w:rPr>
              <w:rFonts w:ascii="DB Office" w:hAnsi="DB Office"/>
              <w:b/>
            </w:rPr>
            <w:t>0</w:t>
          </w:r>
          <w:r w:rsidRPr="00800D62" w:rsidR="0090039F">
            <w:rPr>
              <w:rFonts w:ascii="DB Office" w:hAnsi="DB Office"/>
              <w:b/>
            </w:rPr>
            <w:t>V</w:t>
          </w:r>
          <w:r w:rsidRPr="00800D62">
            <w:rPr>
              <w:rFonts w:ascii="DB Office" w:hAnsi="DB Office"/>
              <w:b/>
            </w:rPr>
            <w:t>02</w:t>
          </w:r>
        </w:p>
      </w:tc>
      <w:tc>
        <w:tcPr>
          <w:tcW w:w="6236" w:type="dxa"/>
        </w:tcPr>
        <w:p w:rsidRPr="00800D62" w:rsidR="00054E3C" w:rsidRDefault="00CE675C" w14:paraId="507D6A34" w14:textId="77777777">
          <w:pPr>
            <w:pStyle w:val="FuzeileRechts"/>
            <w:ind w:right="0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>Bürgschein Vertragserfüllung</w:t>
          </w:r>
          <w:r w:rsidR="008D3A5C">
            <w:rPr>
              <w:rFonts w:ascii="DB Office" w:hAnsi="DB Office"/>
            </w:rPr>
            <w:t xml:space="preserve"> (für Bauleistungen</w:t>
          </w:r>
          <w:r w:rsidR="004665F3">
            <w:rPr>
              <w:rFonts w:ascii="DB Office" w:hAnsi="DB Office"/>
            </w:rPr>
            <w:t>/ für Architekten- und Ingenieurleistungen</w:t>
          </w:r>
          <w:r w:rsidR="008D3A5C">
            <w:rPr>
              <w:rFonts w:ascii="DB Office" w:hAnsi="DB Office"/>
            </w:rPr>
            <w:t>)</w:t>
          </w:r>
        </w:p>
      </w:tc>
      <w:tc>
        <w:tcPr>
          <w:tcW w:w="2268" w:type="dxa"/>
        </w:tcPr>
        <w:p w:rsidRPr="00800D62" w:rsidR="00054E3C" w:rsidRDefault="00054E3C" w14:paraId="766037BD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 xml:space="preserve">Seite </w:t>
          </w:r>
          <w:r w:rsidRPr="00800D62">
            <w:rPr>
              <w:rFonts w:ascii="DB Office" w:hAnsi="DB Office"/>
            </w:rPr>
            <w:fldChar w:fldCharType="begin"/>
          </w:r>
          <w:r w:rsidRPr="00800D62">
            <w:rPr>
              <w:rFonts w:ascii="DB Office" w:hAnsi="DB Office"/>
            </w:rPr>
            <w:instrText xml:space="preserve"> PAGE  \* MERGEFORMAT </w:instrText>
          </w:r>
          <w:r w:rsidRPr="00800D62">
            <w:rPr>
              <w:rFonts w:ascii="DB Office" w:hAnsi="DB Office"/>
            </w:rPr>
            <w:fldChar w:fldCharType="separate"/>
          </w:r>
          <w:r w:rsidR="006B5AC1">
            <w:rPr>
              <w:rFonts w:ascii="DB Office" w:hAnsi="DB Office"/>
              <w:noProof/>
            </w:rPr>
            <w:t>1</w:t>
          </w:r>
          <w:r w:rsidRPr="00800D62">
            <w:rPr>
              <w:rFonts w:ascii="DB Office" w:hAnsi="DB Office"/>
            </w:rPr>
            <w:fldChar w:fldCharType="end"/>
          </w:r>
        </w:p>
      </w:tc>
    </w:tr>
    <w:tr w:rsidR="00054E3C" w14:paraId="739BCEFD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3209E" w:rsidR="00054E3C" w:rsidRDefault="0083209E" w14:paraId="1A97B63F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83209E">
            <w:rPr>
              <w:rFonts w:ascii="DB Office" w:hAnsi="DB Office"/>
              <w:b/>
              <w:sz w:val="20"/>
            </w:rPr>
            <w:t>200.0201V02 (alt)</w:t>
          </w:r>
        </w:p>
      </w:tc>
      <w:tc>
        <w:tcPr>
          <w:tcW w:w="6236" w:type="dxa"/>
        </w:tcPr>
        <w:p w:rsidRPr="00800D62" w:rsidR="00054E3C" w:rsidP="006B5AC1" w:rsidRDefault="00B92FB4" w14:paraId="49373C4B" w14:textId="77777777">
          <w:pPr>
            <w:pStyle w:val="FuzeileRechts"/>
            <w:rPr>
              <w:rFonts w:ascii="DB Office" w:hAnsi="DB Office"/>
              <w:sz w:val="16"/>
            </w:rPr>
          </w:pPr>
          <w:r w:rsidRPr="00800D62">
            <w:rPr>
              <w:rFonts w:ascii="DB Office" w:hAnsi="DB Office"/>
              <w:sz w:val="16"/>
            </w:rPr>
            <w:t xml:space="preserve">Fachautor: </w:t>
          </w:r>
          <w:r w:rsidR="0000799A">
            <w:rPr>
              <w:rFonts w:ascii="DB Office" w:hAnsi="DB Office"/>
              <w:sz w:val="16"/>
            </w:rPr>
            <w:t>HLI 2(3)</w:t>
          </w:r>
          <w:r w:rsidR="006B5AC1">
            <w:rPr>
              <w:rFonts w:ascii="DB Office" w:hAnsi="DB Office"/>
              <w:sz w:val="16"/>
            </w:rPr>
            <w:t xml:space="preserve"> | Dr. Ben Balkowski |</w:t>
          </w:r>
          <w:r w:rsidRPr="00800D62" w:rsidR="00054E3C">
            <w:rPr>
              <w:rFonts w:ascii="DB Office" w:hAnsi="DB Office"/>
              <w:sz w:val="16"/>
            </w:rPr>
            <w:t xml:space="preserve"> Tel.: </w:t>
          </w:r>
          <w:r w:rsidR="006B5AC1">
            <w:rPr>
              <w:rFonts w:ascii="DB Office" w:hAnsi="DB Office"/>
              <w:sz w:val="16"/>
            </w:rPr>
            <w:t>+49 30 297-55908; intern: 999 55908</w:t>
          </w:r>
        </w:p>
      </w:tc>
      <w:tc>
        <w:tcPr>
          <w:tcW w:w="2268" w:type="dxa"/>
        </w:tcPr>
        <w:p w:rsidR="00054E3C" w:rsidRDefault="006B5AC1" w14:paraId="6710E5EE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335AB9">
            <w:rPr>
              <w:rFonts w:ascii="DB Office" w:hAnsi="DB Office"/>
              <w:sz w:val="16"/>
            </w:rPr>
            <w:t>01</w:t>
          </w:r>
          <w:r w:rsidR="00D2413D">
            <w:rPr>
              <w:rFonts w:ascii="DB Office" w:hAnsi="DB Office"/>
              <w:sz w:val="16"/>
            </w:rPr>
            <w:t>.06.2021</w:t>
          </w:r>
        </w:p>
        <w:p w:rsidRPr="00800D62" w:rsidR="0049798A" w:rsidP="00D25DA0" w:rsidRDefault="0049798A" w14:paraId="0E51CFC1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054E3C" w:rsidRDefault="00054E3C" w14:paraId="3B60C2B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E78F" w14:textId="77777777" w:rsidR="006B6AE8" w:rsidRDefault="006B6AE8">
      <w:r>
        <w:separator/>
      </w:r>
    </w:p>
  </w:footnote>
  <w:footnote w:type="continuationSeparator" w:id="0">
    <w:p w14:paraId="4786EF18" w14:textId="77777777" w:rsidR="006B6AE8" w:rsidRDefault="006B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54E3C" w14:paraId="125DFAD1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054E3C" w:rsidRDefault="00054E3C" w14:paraId="42AF9F64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054E3C" w:rsidRDefault="00054E3C" w14:paraId="6682A561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054E3C" w:rsidRDefault="00054E3C" w14:paraId="3D0F6337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054E3C" w14:paraId="009446A0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054E3C" w:rsidRDefault="00054E3C" w14:paraId="3A6BE27E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054E3C" w:rsidRDefault="00054E3C" w14:paraId="57DCC8F3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054E3C" w:rsidRDefault="00054E3C" w14:paraId="4C15EF90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10184F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054E3C" w:rsidRDefault="00054E3C" w14:paraId="53661D66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23E0E3A1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77656638">
    <w:abstractNumId w:val="0"/>
  </w:num>
  <w:num w:numId="2" w16cid:durableId="771783965">
    <w:abstractNumId w:val="1"/>
  </w:num>
  <w:num w:numId="3" w16cid:durableId="148980663">
    <w:abstractNumId w:val="12"/>
  </w:num>
  <w:num w:numId="4" w16cid:durableId="179004904">
    <w:abstractNumId w:val="6"/>
  </w:num>
  <w:num w:numId="5" w16cid:durableId="1125854699">
    <w:abstractNumId w:val="9"/>
  </w:num>
  <w:num w:numId="6" w16cid:durableId="1268080116">
    <w:abstractNumId w:val="13"/>
  </w:num>
  <w:num w:numId="7" w16cid:durableId="433866093">
    <w:abstractNumId w:val="3"/>
  </w:num>
  <w:num w:numId="8" w16cid:durableId="553585780">
    <w:abstractNumId w:val="15"/>
  </w:num>
  <w:num w:numId="9" w16cid:durableId="1767386627">
    <w:abstractNumId w:val="16"/>
  </w:num>
  <w:num w:numId="10" w16cid:durableId="1598900337">
    <w:abstractNumId w:val="4"/>
  </w:num>
  <w:num w:numId="11" w16cid:durableId="1441559872">
    <w:abstractNumId w:val="10"/>
  </w:num>
  <w:num w:numId="12" w16cid:durableId="1745566115">
    <w:abstractNumId w:val="8"/>
  </w:num>
  <w:num w:numId="13" w16cid:durableId="1776629158">
    <w:abstractNumId w:val="7"/>
  </w:num>
  <w:num w:numId="14" w16cid:durableId="1722630976">
    <w:abstractNumId w:val="14"/>
  </w:num>
  <w:num w:numId="15" w16cid:durableId="1130436075">
    <w:abstractNumId w:val="2"/>
  </w:num>
  <w:num w:numId="16" w16cid:durableId="73019842">
    <w:abstractNumId w:val="11"/>
  </w:num>
  <w:num w:numId="17" w16cid:durableId="753743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D3"/>
    <w:rsid w:val="0000799A"/>
    <w:rsid w:val="000277D5"/>
    <w:rsid w:val="00054E3C"/>
    <w:rsid w:val="0006745F"/>
    <w:rsid w:val="0007701D"/>
    <w:rsid w:val="000874CC"/>
    <w:rsid w:val="000D15CF"/>
    <w:rsid w:val="000E0A5B"/>
    <w:rsid w:val="0010184F"/>
    <w:rsid w:val="001132EA"/>
    <w:rsid w:val="00125CD6"/>
    <w:rsid w:val="00130AB7"/>
    <w:rsid w:val="00132368"/>
    <w:rsid w:val="00134C61"/>
    <w:rsid w:val="00157FDD"/>
    <w:rsid w:val="00176E65"/>
    <w:rsid w:val="001B7EE7"/>
    <w:rsid w:val="001E01A0"/>
    <w:rsid w:val="001E7A33"/>
    <w:rsid w:val="00201B36"/>
    <w:rsid w:val="002312B9"/>
    <w:rsid w:val="002338F7"/>
    <w:rsid w:val="00233C58"/>
    <w:rsid w:val="00246578"/>
    <w:rsid w:val="00263C12"/>
    <w:rsid w:val="00282185"/>
    <w:rsid w:val="002A3800"/>
    <w:rsid w:val="002A39B2"/>
    <w:rsid w:val="002B5607"/>
    <w:rsid w:val="002C59C7"/>
    <w:rsid w:val="002D5A76"/>
    <w:rsid w:val="0030145F"/>
    <w:rsid w:val="0030196D"/>
    <w:rsid w:val="00304169"/>
    <w:rsid w:val="00335AB9"/>
    <w:rsid w:val="003424EE"/>
    <w:rsid w:val="0035698F"/>
    <w:rsid w:val="00360647"/>
    <w:rsid w:val="0037139F"/>
    <w:rsid w:val="003A2CDB"/>
    <w:rsid w:val="003B218B"/>
    <w:rsid w:val="003E59C4"/>
    <w:rsid w:val="003F080D"/>
    <w:rsid w:val="004204C6"/>
    <w:rsid w:val="004218EB"/>
    <w:rsid w:val="00443E04"/>
    <w:rsid w:val="00452E0F"/>
    <w:rsid w:val="004665F3"/>
    <w:rsid w:val="0049798A"/>
    <w:rsid w:val="004C744A"/>
    <w:rsid w:val="004D7048"/>
    <w:rsid w:val="00507607"/>
    <w:rsid w:val="00561295"/>
    <w:rsid w:val="005810CC"/>
    <w:rsid w:val="005957F9"/>
    <w:rsid w:val="0059706C"/>
    <w:rsid w:val="005E2808"/>
    <w:rsid w:val="005F44C6"/>
    <w:rsid w:val="005F53EA"/>
    <w:rsid w:val="00613CDD"/>
    <w:rsid w:val="0064619D"/>
    <w:rsid w:val="00673394"/>
    <w:rsid w:val="00675404"/>
    <w:rsid w:val="00691F16"/>
    <w:rsid w:val="006B1AE6"/>
    <w:rsid w:val="006B5AC1"/>
    <w:rsid w:val="006B6600"/>
    <w:rsid w:val="006B6AE8"/>
    <w:rsid w:val="006D574E"/>
    <w:rsid w:val="006F45CC"/>
    <w:rsid w:val="00703E25"/>
    <w:rsid w:val="007224BC"/>
    <w:rsid w:val="00737989"/>
    <w:rsid w:val="00737A43"/>
    <w:rsid w:val="007E5D02"/>
    <w:rsid w:val="00800D62"/>
    <w:rsid w:val="0083209E"/>
    <w:rsid w:val="008639D3"/>
    <w:rsid w:val="00872AC9"/>
    <w:rsid w:val="00894969"/>
    <w:rsid w:val="008B07C4"/>
    <w:rsid w:val="008B7648"/>
    <w:rsid w:val="008D3A5C"/>
    <w:rsid w:val="008E1EEE"/>
    <w:rsid w:val="0090039F"/>
    <w:rsid w:val="009B5731"/>
    <w:rsid w:val="009E1053"/>
    <w:rsid w:val="00A13251"/>
    <w:rsid w:val="00A16B20"/>
    <w:rsid w:val="00A20CAF"/>
    <w:rsid w:val="00A46F3B"/>
    <w:rsid w:val="00A51701"/>
    <w:rsid w:val="00A6590C"/>
    <w:rsid w:val="00AA0C33"/>
    <w:rsid w:val="00AA3A02"/>
    <w:rsid w:val="00AB0F9E"/>
    <w:rsid w:val="00AC47A2"/>
    <w:rsid w:val="00AC5B16"/>
    <w:rsid w:val="00AC7F0C"/>
    <w:rsid w:val="00AD15CA"/>
    <w:rsid w:val="00AF2C31"/>
    <w:rsid w:val="00B0162E"/>
    <w:rsid w:val="00B02385"/>
    <w:rsid w:val="00B44459"/>
    <w:rsid w:val="00B4550F"/>
    <w:rsid w:val="00B460C6"/>
    <w:rsid w:val="00B92FB4"/>
    <w:rsid w:val="00BB2E22"/>
    <w:rsid w:val="00BD70F6"/>
    <w:rsid w:val="00C02746"/>
    <w:rsid w:val="00C038B1"/>
    <w:rsid w:val="00C251A8"/>
    <w:rsid w:val="00C40FAE"/>
    <w:rsid w:val="00C61867"/>
    <w:rsid w:val="00C61D7D"/>
    <w:rsid w:val="00C61F4F"/>
    <w:rsid w:val="00C95292"/>
    <w:rsid w:val="00CA45EF"/>
    <w:rsid w:val="00CE675C"/>
    <w:rsid w:val="00D05727"/>
    <w:rsid w:val="00D2413D"/>
    <w:rsid w:val="00D25DA0"/>
    <w:rsid w:val="00D46BAF"/>
    <w:rsid w:val="00D5028B"/>
    <w:rsid w:val="00D51D81"/>
    <w:rsid w:val="00D743DA"/>
    <w:rsid w:val="00D80594"/>
    <w:rsid w:val="00DB253C"/>
    <w:rsid w:val="00DD64B0"/>
    <w:rsid w:val="00DE61FB"/>
    <w:rsid w:val="00E506C6"/>
    <w:rsid w:val="00E94938"/>
    <w:rsid w:val="00EA26A4"/>
    <w:rsid w:val="00EB5A67"/>
    <w:rsid w:val="00EC088F"/>
    <w:rsid w:val="00F276B8"/>
    <w:rsid w:val="00F47136"/>
    <w:rsid w:val="00F53F6A"/>
    <w:rsid w:val="00F866DF"/>
    <w:rsid w:val="00FB28F3"/>
    <w:rsid w:val="00FB58A2"/>
    <w:rsid w:val="00FC3925"/>
    <w:rsid w:val="00FE07D3"/>
    <w:rsid w:val="00FF1D8B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52E3B2"/>
  <w15:chartTrackingRefBased/>
  <w15:docId w15:val="{A47E60C9-CA7A-49CC-A055-94519B3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5607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character" w:styleId="Kommentarzeichen">
    <w:name w:val="annotation reference"/>
    <w:rsid w:val="00157FDD"/>
    <w:rPr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paragraph" w:styleId="Kommentartext">
    <w:name w:val="annotation text"/>
    <w:basedOn w:val="Standard"/>
    <w:link w:val="KommentartextZchn"/>
    <w:rsid w:val="00157FD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57FDD"/>
  </w:style>
  <w:style w:type="paragraph" w:styleId="Kommentarthema">
    <w:name w:val="annotation subject"/>
    <w:basedOn w:val="Kommentartext"/>
    <w:next w:val="Kommentartext"/>
    <w:link w:val="KommentarthemaZchn"/>
    <w:rsid w:val="00157FDD"/>
    <w:rPr>
      <w:b/>
      <w:bCs/>
    </w:rPr>
  </w:style>
  <w:style w:type="character" w:customStyle="1" w:styleId="KommentarthemaZchn">
    <w:name w:val="Kommentarthema Zchn"/>
    <w:link w:val="Kommentarthema"/>
    <w:rsid w:val="00157FDD"/>
    <w:rPr>
      <w:b/>
      <w:bCs/>
    </w:rPr>
  </w:style>
  <w:style w:type="paragraph" w:styleId="Sprechblasentext">
    <w:name w:val="Balloon Text"/>
    <w:basedOn w:val="Standard"/>
    <w:link w:val="SprechblasentextZchn"/>
    <w:rsid w:val="00157F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15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5283-6d24-4946-b7ea-8265136b65f1">
      <Terms xmlns="http://schemas.microsoft.com/office/infopath/2007/PartnerControls"/>
    </lcf76f155ced4ddcb4097134ff3c332f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512C61EC-5EB5-4905-9B7E-8FD3C90254BB}"/>
</file>

<file path=customXml/itemProps2.xml><?xml version="1.0" encoding="utf-8"?>
<ds:datastoreItem xmlns:ds="http://schemas.openxmlformats.org/officeDocument/2006/customXml" ds:itemID="{32EF0408-B7D1-4AC5-8FFC-82A62B5961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DE8B5C-D4A0-4928-AB27-FAB95D56A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D53BE-D5B0-4C6D-9519-9053BA18F1D8}">
  <ds:schemaRefs>
    <ds:schemaRef ds:uri="c1730600-d580-48fb-9192-b8950ff80c3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ebc72de-abb3-449c-bd5e-ee72ce611bd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Vertragserfüllung</vt:lpstr>
    </vt:vector>
  </TitlesOfParts>
  <Company>Deutsche Bundesbank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Vertragserfüllung</dc:title>
  <dc:subject>Bauleistungen einkaufen</dc:subject>
  <dc:creator>Steffen Hantschick</dc:creator>
  <cp:keywords/>
  <cp:lastModifiedBy>Marko Schlüter</cp:lastModifiedBy>
  <cp:revision>2</cp:revision>
  <cp:lastPrinted>2010-05-19T07:49:00Z</cp:lastPrinted>
  <dcterms:created xsi:type="dcterms:W3CDTF">2024-06-21T14:14:00Z</dcterms:created>
  <dcterms:modified xsi:type="dcterms:W3CDTF">2024-06-21T14:14:00Z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